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-779" w:leftChars="-371" w:firstLine="161" w:firstLineChars="5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仿宋" w:hAnsi="仿宋" w:eastAsia="仿宋"/>
          <w:sz w:val="30"/>
          <w:szCs w:val="30"/>
        </w:rPr>
      </w:pPr>
    </w:p>
    <w:p>
      <w:pPr>
        <w:spacing w:line="720" w:lineRule="exact"/>
        <w:jc w:val="center"/>
        <w:rPr>
          <w:rFonts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GCT生涯团体辅导培训报名表</w:t>
      </w:r>
    </w:p>
    <w:p>
      <w:pPr>
        <w:spacing w:line="560" w:lineRule="exact"/>
        <w:ind w:left="-567" w:leftChars="-270" w:firstLine="600" w:firstLineChars="200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仿宋" w:hAnsi="仿宋" w:eastAsia="仿宋"/>
          <w:sz w:val="30"/>
          <w:szCs w:val="30"/>
        </w:rPr>
        <w:t>学</w:t>
      </w:r>
      <w:r>
        <w:rPr>
          <w:rFonts w:ascii="仿宋" w:hAnsi="仿宋" w:eastAsia="仿宋"/>
          <w:sz w:val="30"/>
          <w:szCs w:val="30"/>
        </w:rPr>
        <w:t>校名称：</w:t>
      </w:r>
      <w:r>
        <w:rPr>
          <w:rFonts w:hint="eastAsia" w:ascii="仿宋" w:hAnsi="仿宋" w:eastAsia="仿宋"/>
          <w:sz w:val="30"/>
          <w:szCs w:val="30"/>
          <w:lang w:eastAsia="zh-CN"/>
        </w:rPr>
        <w:t>长春光华学院</w:t>
      </w:r>
    </w:p>
    <w:p>
      <w:pPr>
        <w:spacing w:line="560" w:lineRule="exact"/>
        <w:jc w:val="left"/>
        <w:rPr>
          <w:rFonts w:ascii="宋体" w:hAnsi="宋体"/>
          <w:b/>
          <w:sz w:val="44"/>
          <w:szCs w:val="44"/>
        </w:rPr>
      </w:pPr>
      <w:r>
        <w:rPr>
          <w:rFonts w:ascii="仿宋" w:hAnsi="仿宋" w:eastAsia="仿宋"/>
          <w:sz w:val="30"/>
          <w:szCs w:val="30"/>
        </w:rPr>
        <w:t xml:space="preserve">                                                    </w:t>
      </w:r>
    </w:p>
    <w:tbl>
      <w:tblPr>
        <w:tblStyle w:val="7"/>
        <w:tblW w:w="12875" w:type="dxa"/>
        <w:jc w:val="center"/>
        <w:tblInd w:w="-28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297"/>
        <w:gridCol w:w="2427"/>
        <w:gridCol w:w="2212"/>
        <w:gridCol w:w="1757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169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姓 名</w:t>
            </w:r>
          </w:p>
        </w:tc>
        <w:tc>
          <w:tcPr>
            <w:tcW w:w="129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性别</w:t>
            </w:r>
          </w:p>
        </w:tc>
        <w:tc>
          <w:tcPr>
            <w:tcW w:w="242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现就职部门</w:t>
            </w:r>
          </w:p>
        </w:tc>
        <w:tc>
          <w:tcPr>
            <w:tcW w:w="221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职务/岗位</w:t>
            </w:r>
          </w:p>
        </w:tc>
        <w:tc>
          <w:tcPr>
            <w:tcW w:w="175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辅导员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是/否</w:t>
            </w:r>
          </w:p>
        </w:tc>
        <w:tc>
          <w:tcPr>
            <w:tcW w:w="348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移动电话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694" w:type="dxa"/>
          </w:tcPr>
          <w:p>
            <w:pPr>
              <w:spacing w:line="7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李苏</w:t>
            </w:r>
          </w:p>
        </w:tc>
        <w:tc>
          <w:tcPr>
            <w:tcW w:w="1297" w:type="dxa"/>
          </w:tcPr>
          <w:p>
            <w:pPr>
              <w:spacing w:line="7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2427" w:type="dxa"/>
          </w:tcPr>
          <w:p>
            <w:pPr>
              <w:spacing w:line="7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外国语学院</w:t>
            </w:r>
            <w:bookmarkStart w:id="0" w:name="_GoBack"/>
            <w:bookmarkEnd w:id="0"/>
          </w:p>
        </w:tc>
        <w:tc>
          <w:tcPr>
            <w:tcW w:w="2212" w:type="dxa"/>
          </w:tcPr>
          <w:p>
            <w:pPr>
              <w:spacing w:line="7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分团委副书记</w:t>
            </w:r>
          </w:p>
        </w:tc>
        <w:tc>
          <w:tcPr>
            <w:tcW w:w="1757" w:type="dxa"/>
          </w:tcPr>
          <w:p>
            <w:pPr>
              <w:spacing w:line="7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是</w:t>
            </w:r>
          </w:p>
        </w:tc>
        <w:tc>
          <w:tcPr>
            <w:tcW w:w="3488" w:type="dxa"/>
          </w:tcPr>
          <w:p>
            <w:pPr>
              <w:spacing w:line="7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13664435553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94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97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427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12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57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488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94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97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427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12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57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488" w:type="dxa"/>
          </w:tcPr>
          <w:p>
            <w:pPr>
              <w:spacing w:line="7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851" w:footer="147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10643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5D"/>
    <w:rsid w:val="0001178E"/>
    <w:rsid w:val="00012E42"/>
    <w:rsid w:val="00014582"/>
    <w:rsid w:val="00022786"/>
    <w:rsid w:val="00036E59"/>
    <w:rsid w:val="00037170"/>
    <w:rsid w:val="0004365D"/>
    <w:rsid w:val="000443C2"/>
    <w:rsid w:val="00045545"/>
    <w:rsid w:val="000729A0"/>
    <w:rsid w:val="00076951"/>
    <w:rsid w:val="000902E4"/>
    <w:rsid w:val="000B394E"/>
    <w:rsid w:val="000D17FE"/>
    <w:rsid w:val="000D197E"/>
    <w:rsid w:val="00131BE8"/>
    <w:rsid w:val="00133D4D"/>
    <w:rsid w:val="00144D72"/>
    <w:rsid w:val="00171DD0"/>
    <w:rsid w:val="00174E47"/>
    <w:rsid w:val="00175ED4"/>
    <w:rsid w:val="001930C9"/>
    <w:rsid w:val="00194981"/>
    <w:rsid w:val="00196535"/>
    <w:rsid w:val="001A27BB"/>
    <w:rsid w:val="001A28ED"/>
    <w:rsid w:val="001C5128"/>
    <w:rsid w:val="001E09D3"/>
    <w:rsid w:val="001F37EF"/>
    <w:rsid w:val="00230BB9"/>
    <w:rsid w:val="00261D58"/>
    <w:rsid w:val="00264D8A"/>
    <w:rsid w:val="00266D1B"/>
    <w:rsid w:val="00285B93"/>
    <w:rsid w:val="00293D04"/>
    <w:rsid w:val="0029462F"/>
    <w:rsid w:val="002A3AEE"/>
    <w:rsid w:val="002B5305"/>
    <w:rsid w:val="002E0677"/>
    <w:rsid w:val="002F004E"/>
    <w:rsid w:val="002F0C0B"/>
    <w:rsid w:val="002F1765"/>
    <w:rsid w:val="00311B36"/>
    <w:rsid w:val="003272FD"/>
    <w:rsid w:val="003318BF"/>
    <w:rsid w:val="00336309"/>
    <w:rsid w:val="003377B7"/>
    <w:rsid w:val="00346A3E"/>
    <w:rsid w:val="00370473"/>
    <w:rsid w:val="00374946"/>
    <w:rsid w:val="0038264C"/>
    <w:rsid w:val="003907B8"/>
    <w:rsid w:val="003A0A8D"/>
    <w:rsid w:val="003A0CDC"/>
    <w:rsid w:val="003B7FF8"/>
    <w:rsid w:val="003D05DC"/>
    <w:rsid w:val="003D4510"/>
    <w:rsid w:val="003D5130"/>
    <w:rsid w:val="003D74EF"/>
    <w:rsid w:val="00431410"/>
    <w:rsid w:val="0044231D"/>
    <w:rsid w:val="004462D3"/>
    <w:rsid w:val="00446C9B"/>
    <w:rsid w:val="00451D68"/>
    <w:rsid w:val="00480221"/>
    <w:rsid w:val="00481780"/>
    <w:rsid w:val="004A6AE9"/>
    <w:rsid w:val="004C6D9B"/>
    <w:rsid w:val="004C7729"/>
    <w:rsid w:val="00514227"/>
    <w:rsid w:val="00516268"/>
    <w:rsid w:val="005202A7"/>
    <w:rsid w:val="00530C2F"/>
    <w:rsid w:val="00530D15"/>
    <w:rsid w:val="00533F2D"/>
    <w:rsid w:val="00537D17"/>
    <w:rsid w:val="00553663"/>
    <w:rsid w:val="00581F01"/>
    <w:rsid w:val="005C6F32"/>
    <w:rsid w:val="005E2F95"/>
    <w:rsid w:val="005F4EBA"/>
    <w:rsid w:val="00601E56"/>
    <w:rsid w:val="00624970"/>
    <w:rsid w:val="00625A23"/>
    <w:rsid w:val="0063116B"/>
    <w:rsid w:val="0063766F"/>
    <w:rsid w:val="00667D76"/>
    <w:rsid w:val="006908DF"/>
    <w:rsid w:val="006925D6"/>
    <w:rsid w:val="006A36EB"/>
    <w:rsid w:val="006A6D7E"/>
    <w:rsid w:val="006B111E"/>
    <w:rsid w:val="006C06BD"/>
    <w:rsid w:val="006C6E99"/>
    <w:rsid w:val="006D49C9"/>
    <w:rsid w:val="006F540E"/>
    <w:rsid w:val="00713823"/>
    <w:rsid w:val="00715861"/>
    <w:rsid w:val="007177C4"/>
    <w:rsid w:val="00724A0B"/>
    <w:rsid w:val="0073049B"/>
    <w:rsid w:val="00746794"/>
    <w:rsid w:val="007548C8"/>
    <w:rsid w:val="00781C92"/>
    <w:rsid w:val="00786C01"/>
    <w:rsid w:val="007B604A"/>
    <w:rsid w:val="007D74DF"/>
    <w:rsid w:val="0080754A"/>
    <w:rsid w:val="008120F6"/>
    <w:rsid w:val="00813FC3"/>
    <w:rsid w:val="00821AF7"/>
    <w:rsid w:val="00821BF8"/>
    <w:rsid w:val="0082754D"/>
    <w:rsid w:val="008471F7"/>
    <w:rsid w:val="0084729B"/>
    <w:rsid w:val="00860DA7"/>
    <w:rsid w:val="00875FE1"/>
    <w:rsid w:val="008860D0"/>
    <w:rsid w:val="00893749"/>
    <w:rsid w:val="00897435"/>
    <w:rsid w:val="008C582D"/>
    <w:rsid w:val="008C59D0"/>
    <w:rsid w:val="008E55FD"/>
    <w:rsid w:val="008F092E"/>
    <w:rsid w:val="00900CCF"/>
    <w:rsid w:val="00902BDD"/>
    <w:rsid w:val="0092006C"/>
    <w:rsid w:val="009348A6"/>
    <w:rsid w:val="00942333"/>
    <w:rsid w:val="00966F1A"/>
    <w:rsid w:val="009747DE"/>
    <w:rsid w:val="00993DF8"/>
    <w:rsid w:val="00994183"/>
    <w:rsid w:val="009A39E4"/>
    <w:rsid w:val="009A3ED5"/>
    <w:rsid w:val="009A540B"/>
    <w:rsid w:val="009C4EB2"/>
    <w:rsid w:val="009E5DA2"/>
    <w:rsid w:val="009F66F4"/>
    <w:rsid w:val="00A125A7"/>
    <w:rsid w:val="00A12F8F"/>
    <w:rsid w:val="00A346BA"/>
    <w:rsid w:val="00A4596F"/>
    <w:rsid w:val="00A46B13"/>
    <w:rsid w:val="00A578D6"/>
    <w:rsid w:val="00A80D40"/>
    <w:rsid w:val="00A900AA"/>
    <w:rsid w:val="00AC14DF"/>
    <w:rsid w:val="00AC4DAE"/>
    <w:rsid w:val="00AC62F6"/>
    <w:rsid w:val="00AE1BB5"/>
    <w:rsid w:val="00B161C1"/>
    <w:rsid w:val="00B467A2"/>
    <w:rsid w:val="00B637F0"/>
    <w:rsid w:val="00B6655B"/>
    <w:rsid w:val="00B845E9"/>
    <w:rsid w:val="00B90650"/>
    <w:rsid w:val="00BB5758"/>
    <w:rsid w:val="00BD571E"/>
    <w:rsid w:val="00BE0720"/>
    <w:rsid w:val="00BE564E"/>
    <w:rsid w:val="00BF581A"/>
    <w:rsid w:val="00C53985"/>
    <w:rsid w:val="00C6115D"/>
    <w:rsid w:val="00C76A2A"/>
    <w:rsid w:val="00CB324A"/>
    <w:rsid w:val="00CD456A"/>
    <w:rsid w:val="00CD5EB0"/>
    <w:rsid w:val="00CD62B7"/>
    <w:rsid w:val="00CE3097"/>
    <w:rsid w:val="00D0397F"/>
    <w:rsid w:val="00D26EFF"/>
    <w:rsid w:val="00D335B2"/>
    <w:rsid w:val="00D42DFF"/>
    <w:rsid w:val="00D44F0C"/>
    <w:rsid w:val="00D45FAC"/>
    <w:rsid w:val="00D46D0A"/>
    <w:rsid w:val="00D6529A"/>
    <w:rsid w:val="00D65A0B"/>
    <w:rsid w:val="00D760CF"/>
    <w:rsid w:val="00D95378"/>
    <w:rsid w:val="00DA3563"/>
    <w:rsid w:val="00DD2699"/>
    <w:rsid w:val="00DD604E"/>
    <w:rsid w:val="00E0093E"/>
    <w:rsid w:val="00E05696"/>
    <w:rsid w:val="00E11961"/>
    <w:rsid w:val="00E16C9D"/>
    <w:rsid w:val="00E2263B"/>
    <w:rsid w:val="00E26637"/>
    <w:rsid w:val="00E443F5"/>
    <w:rsid w:val="00E72B68"/>
    <w:rsid w:val="00EB3F87"/>
    <w:rsid w:val="00EE705E"/>
    <w:rsid w:val="00F21C7F"/>
    <w:rsid w:val="00F559C1"/>
    <w:rsid w:val="00F7333E"/>
    <w:rsid w:val="00FB39F3"/>
    <w:rsid w:val="00FE392A"/>
    <w:rsid w:val="00FE430D"/>
    <w:rsid w:val="00FF2A2F"/>
    <w:rsid w:val="00FF3E6F"/>
    <w:rsid w:val="44E4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8">
    <w:name w:val="日期 Char"/>
    <w:basedOn w:val="5"/>
    <w:link w:val="2"/>
    <w:semiHidden/>
    <w:uiPriority w:val="99"/>
  </w:style>
  <w:style w:type="character" w:customStyle="1" w:styleId="9">
    <w:name w:val="页眉 Char"/>
    <w:basedOn w:val="5"/>
    <w:link w:val="4"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nyuting\Desktop\&#25991;&#20214;&#27169;&#26495;&#65288;&#21513;&#27605;&#25351;&#23383;69&#21495;&#652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736E96-2D00-4E36-BDC1-5DDBA843E4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文件模板（吉毕指字69号）</Template>
  <Company>微软公司</Company>
  <Pages>1</Pages>
  <Words>20</Words>
  <Characters>114</Characters>
  <Lines>1</Lines>
  <Paragraphs>1</Paragraphs>
  <TotalTime>0</TotalTime>
  <ScaleCrop>false</ScaleCrop>
  <LinksUpToDate>false</LinksUpToDate>
  <CharactersWithSpaces>133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2017-09-08T02:08:00Z</dcterms:created>
  <dc:creator>nanyuting</dc:creator>
  <cp:lastModifiedBy>Administrator</cp:lastModifiedBy>
  <cp:lastPrinted>2017-03-10T06:37:00Z</cp:lastPrinted>
  <dcterms:modified xsi:type="dcterms:W3CDTF">2017-09-11T08:23:33Z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